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6A" w:rsidRDefault="00BF4CF8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0;margin-top:166.9pt;width:3.55pt;height:29.15pt;z-index:251665408;visibility:visible;mso-height-percent:200;mso-wrap-distance-top:3.6pt;mso-wrap-distance-bottom:3.6pt;mso-position-horizontal:lef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" filled="f" stroked="f">
            <v:textbox style="mso-fit-shape-to-text:t">
              <w:txbxContent>
                <w:p w:rsidR="00AB17CF" w:rsidRPr="00171E3C" w:rsidRDefault="00AB17CF" w:rsidP="009A4263">
                  <w:pPr>
                    <w:pStyle w:val="a3"/>
                    <w:rPr>
                      <w:b/>
                      <w:smallCaps/>
                      <w:sz w:val="36"/>
                      <w:szCs w:val="36"/>
                      <w:lang w:val="ru-RU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ru-RU"/>
        </w:rPr>
        <w:pict>
          <v:shape id="Надпись 2" o:spid="_x0000_s1026" type="#_x0000_t202" style="position:absolute;margin-left:6894.05pt;margin-top:157.35pt;width:532.4pt;height:494.55pt;z-index:251664384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" strokecolor="white [3212]">
            <v:textbox>
              <w:txbxContent>
                <w:p w:rsidR="00AB17CF" w:rsidRDefault="00AB17CF" w:rsidP="0069773E">
                  <w:r>
                    <w:t xml:space="preserve">                                                                                                 Руководителю Брестского отделения   </w:t>
                  </w:r>
                </w:p>
                <w:p w:rsidR="00AB17CF" w:rsidRDefault="00AB17CF" w:rsidP="0069773E">
                  <w:r>
                    <w:t xml:space="preserve">                                                                                               Представительства </w:t>
                  </w:r>
                  <w:proofErr w:type="spellStart"/>
                  <w:r>
                    <w:t>Россотрудничества</w:t>
                  </w:r>
                  <w:proofErr w:type="spellEnd"/>
                  <w:r>
                    <w:t xml:space="preserve"> </w:t>
                  </w:r>
                </w:p>
                <w:p w:rsidR="00AB17CF" w:rsidRDefault="00AB17CF" w:rsidP="0069773E">
                  <w:r>
                    <w:t xml:space="preserve">                                                                                                                в Республике Беларусь   </w:t>
                  </w:r>
                </w:p>
                <w:p w:rsidR="00AB17CF" w:rsidRDefault="00AB17CF" w:rsidP="0069773E">
                  <w:r>
                    <w:t xml:space="preserve">                                                                                                                 </w:t>
                  </w:r>
                  <w:proofErr w:type="spellStart"/>
                  <w:r>
                    <w:t>Семенченко</w:t>
                  </w:r>
                  <w:proofErr w:type="spellEnd"/>
                  <w:r>
                    <w:t xml:space="preserve"> Ю.Е. </w:t>
                  </w:r>
                </w:p>
                <w:p w:rsidR="00AB17CF" w:rsidRDefault="00AB17CF" w:rsidP="0069773E">
                  <w:r>
                    <w:t xml:space="preserve">                                                                                                              </w:t>
                  </w:r>
                </w:p>
                <w:p w:rsidR="00AB17CF" w:rsidRDefault="00AB17CF" w:rsidP="0069773E">
                  <w:r>
                    <w:t xml:space="preserve">                                 Уважаемая Юлия Евгеньевна!              </w:t>
                  </w:r>
                </w:p>
                <w:p w:rsidR="00AB17CF" w:rsidRDefault="00AB17CF" w:rsidP="0069773E"/>
                <w:p w:rsidR="00AB17CF" w:rsidRDefault="00AB17CF" w:rsidP="0069773E">
                  <w:r>
                    <w:t xml:space="preserve">           Ассоциация учителей Республиканского общественного объединения "Русское общество" выража</w:t>
                  </w:r>
                  <w:r w:rsidR="003B4148">
                    <w:t xml:space="preserve">ет благодарность за оказанную помощь в проведении мероприятий посвященных классикам </w:t>
                  </w:r>
                  <w:r w:rsidR="00632C28">
                    <w:t>русской литературы:</w:t>
                  </w:r>
                </w:p>
                <w:p w:rsidR="00632C28" w:rsidRDefault="00632C28" w:rsidP="0069773E">
                  <w:r>
                    <w:t xml:space="preserve"> - литературная </w:t>
                  </w:r>
                  <w:proofErr w:type="gramStart"/>
                  <w:r>
                    <w:t>гостиная</w:t>
                  </w:r>
                  <w:proofErr w:type="gramEnd"/>
                  <w:r>
                    <w:t xml:space="preserve"> посвященная 225-летнему юбилею А.С. </w:t>
                  </w:r>
                  <w:proofErr w:type="spellStart"/>
                  <w:r>
                    <w:t>Грибоедова</w:t>
                  </w:r>
                  <w:proofErr w:type="spellEnd"/>
                  <w:r>
                    <w:t>;</w:t>
                  </w:r>
                </w:p>
                <w:p w:rsidR="00AB17CF" w:rsidRDefault="00632C28" w:rsidP="0069773E">
                  <w:r>
                    <w:t xml:space="preserve"> - День памяти А.С. Пушкина;</w:t>
                  </w:r>
                </w:p>
                <w:p w:rsidR="00632C28" w:rsidRDefault="00632C28" w:rsidP="0069773E">
                  <w:r>
                    <w:t xml:space="preserve"> - литературная </w:t>
                  </w:r>
                  <w:proofErr w:type="gramStart"/>
                  <w:r>
                    <w:t>гостиная</w:t>
                  </w:r>
                  <w:proofErr w:type="gramEnd"/>
                  <w:r>
                    <w:t xml:space="preserve"> посвященная 160-летнему юбилею А.П. Чехова.</w:t>
                  </w:r>
                </w:p>
                <w:p w:rsidR="00AB17CF" w:rsidRDefault="00AB17CF" w:rsidP="0069773E">
                  <w:r>
                    <w:t xml:space="preserve">      </w:t>
                  </w:r>
                </w:p>
                <w:p w:rsidR="00AB17CF" w:rsidRDefault="00AB17CF" w:rsidP="0069773E"/>
                <w:p w:rsidR="00AB17CF" w:rsidRDefault="00AB17CF" w:rsidP="0069773E">
                  <w:r>
                    <w:t xml:space="preserve">     </w:t>
                  </w:r>
                </w:p>
                <w:p w:rsidR="00AB17CF" w:rsidRDefault="00AB17CF" w:rsidP="009F58A3">
                  <w:r>
                    <w:t>Руководитель ассоциации учителей</w:t>
                  </w:r>
                </w:p>
                <w:p w:rsidR="00AB17CF" w:rsidRDefault="00AB17CF" w:rsidP="009F58A3">
                  <w:r>
                    <w:t xml:space="preserve">   РОО "Русское общество"                                                   С.А. Смирнова                   </w:t>
                  </w:r>
                </w:p>
                <w:p w:rsidR="00AB17CF" w:rsidRPr="0069773E" w:rsidRDefault="00AB17CF" w:rsidP="0069773E"/>
              </w:txbxContent>
            </v:textbox>
            <w10:wrap type="square" anchorx="margin"/>
          </v:shape>
        </w:pict>
      </w:r>
      <w:r>
        <w:rPr>
          <w:noProof/>
          <w:lang w:eastAsia="ru-RU"/>
        </w:rPr>
        <w:pict>
          <v:rect id="_x0000_s1029" style="position:absolute;margin-left:2505.3pt;margin-top:705.2pt;width:207pt;height:67.75pt;z-index:251667456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" filled="f" stroked="f" strokeweight="1pt">
            <v:textbox>
              <w:txbxContent>
                <w:p w:rsidR="00AB17CF" w:rsidRPr="00F9448A" w:rsidRDefault="00AB17CF" w:rsidP="008731AA">
                  <w:pPr>
                    <w:pStyle w:val="a3"/>
                    <w:jc w:val="right"/>
                    <w:rPr>
                      <w:i/>
                      <w:color w:val="000000" w:themeColor="text1"/>
                      <w:lang w:val="ru-RU"/>
                    </w:rPr>
                  </w:pPr>
                  <w:r>
                    <w:rPr>
                      <w:i/>
                      <w:color w:val="000000" w:themeColor="text1"/>
                      <w:lang w:val="ru-RU"/>
                    </w:rPr>
                    <w:t>г. Брест ул. Кривошеина 3 -102</w:t>
                  </w:r>
                </w:p>
                <w:p w:rsidR="00AB17CF" w:rsidRPr="00F9448A" w:rsidRDefault="00AB17CF" w:rsidP="008731AA">
                  <w:pPr>
                    <w:pStyle w:val="a3"/>
                    <w:jc w:val="right"/>
                    <w:rPr>
                      <w:i/>
                      <w:color w:val="000000" w:themeColor="text1"/>
                      <w:lang w:val="ru-RU"/>
                    </w:rPr>
                  </w:pPr>
                  <w:r>
                    <w:rPr>
                      <w:i/>
                      <w:color w:val="000000" w:themeColor="text1"/>
                      <w:lang w:val="ru-RU"/>
                    </w:rPr>
                    <w:t>Тел</w:t>
                  </w:r>
                  <w:r w:rsidRPr="00F9448A">
                    <w:rPr>
                      <w:i/>
                      <w:color w:val="000000" w:themeColor="text1"/>
                      <w:lang w:val="ru-RU"/>
                    </w:rPr>
                    <w:t xml:space="preserve">: </w:t>
                  </w:r>
                  <w:r>
                    <w:rPr>
                      <w:i/>
                      <w:color w:val="000000" w:themeColor="text1"/>
                      <w:lang w:val="ru-RU"/>
                    </w:rPr>
                    <w:t>+375 162 43 30 04</w:t>
                  </w:r>
                </w:p>
                <w:p w:rsidR="00AB17CF" w:rsidRDefault="00AB17CF" w:rsidP="007A50CD">
                  <w:pPr>
                    <w:pStyle w:val="a3"/>
                    <w:rPr>
                      <w:i/>
                      <w:color w:val="000000" w:themeColor="text1"/>
                    </w:rPr>
                  </w:pPr>
                  <w:r>
                    <w:rPr>
                      <w:i/>
                      <w:color w:val="000000" w:themeColor="text1"/>
                      <w:lang w:val="ru-RU"/>
                    </w:rPr>
                    <w:t xml:space="preserve">                                              </w:t>
                  </w:r>
                </w:p>
                <w:p w:rsidR="00AB17CF" w:rsidRPr="00AB0540" w:rsidRDefault="00AB17CF" w:rsidP="007A50CD">
                  <w:pPr>
                    <w:pStyle w:val="a3"/>
                    <w:rPr>
                      <w:i/>
                      <w:color w:val="000000" w:themeColor="text1"/>
                      <w:lang w:val="ru-RU"/>
                    </w:rPr>
                  </w:pPr>
                  <w:r>
                    <w:rPr>
                      <w:i/>
                      <w:color w:val="000000" w:themeColor="text1"/>
                    </w:rPr>
                    <w:t xml:space="preserve">                                 </w:t>
                  </w:r>
                </w:p>
                <w:p w:rsidR="00AB17CF" w:rsidRDefault="00AB17CF" w:rsidP="007A50CD">
                  <w:pPr>
                    <w:pStyle w:val="a3"/>
                    <w:rPr>
                      <w:i/>
                      <w:color w:val="000000" w:themeColor="text1"/>
                      <w:lang w:val="ru-RU"/>
                    </w:rPr>
                  </w:pPr>
                </w:p>
                <w:p w:rsidR="00AB17CF" w:rsidRPr="007A50CD" w:rsidRDefault="00AB17CF" w:rsidP="007A50CD">
                  <w:pPr>
                    <w:pStyle w:val="a3"/>
                    <w:rPr>
                      <w:i/>
                      <w:color w:val="000000" w:themeColor="text1"/>
                    </w:rPr>
                  </w:pPr>
                </w:p>
                <w:p w:rsidR="00AB17CF" w:rsidRPr="00F9448A" w:rsidRDefault="00AB17CF" w:rsidP="009A4263">
                  <w:pPr>
                    <w:pStyle w:val="a3"/>
                    <w:jc w:val="right"/>
                    <w:rPr>
                      <w:i/>
                      <w:color w:val="000000" w:themeColor="text1"/>
                      <w:lang w:val="ru-RU"/>
                    </w:rPr>
                  </w:pPr>
                </w:p>
              </w:txbxContent>
            </v:textbox>
            <w10:wrap anchorx="margin"/>
          </v:rect>
        </w:pict>
      </w:r>
      <w:r>
        <w:rPr>
          <w:noProof/>
          <w:lang w:eastAsia="ru-RU"/>
        </w:rPr>
        <w:pict>
          <v:rect id="Rectangle 5" o:spid="_x0000_s1028" style="position:absolute;margin-left:0;margin-top:79.45pt;width:207pt;height:49.5pt;z-index:25166950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" filled="f" stroked="f" strokeweight="1pt">
            <v:textbox>
              <w:txbxContent>
                <w:p w:rsidR="00AB17CF" w:rsidRPr="00F9448A" w:rsidRDefault="00AB17CF" w:rsidP="009A4263">
                  <w:pPr>
                    <w:pStyle w:val="a3"/>
                    <w:spacing w:line="276" w:lineRule="auto"/>
                    <w:rPr>
                      <w:i/>
                      <w:color w:val="000000" w:themeColor="text1"/>
                      <w:lang w:val="ru-RU"/>
                    </w:rPr>
                  </w:pPr>
                  <w:r>
                    <w:rPr>
                      <w:i/>
                      <w:color w:val="000000" w:themeColor="text1"/>
                      <w:lang w:val="ru-RU"/>
                    </w:rPr>
                    <w:t>Дата: 28 февраля 2020 г.</w:t>
                  </w:r>
                </w:p>
                <w:p w:rsidR="00AB17CF" w:rsidRPr="00F9448A" w:rsidRDefault="00AB17CF" w:rsidP="009A4263">
                  <w:pPr>
                    <w:pStyle w:val="a3"/>
                    <w:spacing w:line="276" w:lineRule="auto"/>
                    <w:rPr>
                      <w:i/>
                      <w:color w:val="000000" w:themeColor="text1"/>
                      <w:lang w:val="ru-RU"/>
                    </w:rPr>
                  </w:pPr>
                  <w:r>
                    <w:rPr>
                      <w:i/>
                      <w:color w:val="000000" w:themeColor="text1"/>
                      <w:lang w:val="ru-RU"/>
                    </w:rPr>
                    <w:t xml:space="preserve">№: 27-02 </w:t>
                  </w:r>
                </w:p>
              </w:txbxContent>
            </v:textbox>
            <w10:wrap anchorx="margin"/>
          </v:rect>
        </w:pict>
      </w:r>
      <w:r w:rsidR="009A4263" w:rsidRPr="00770CFE">
        <w:rPr>
          <w:noProof/>
          <w:lang w:eastAsia="ru-RU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margin">
              <wp:posOffset>-62121</wp:posOffset>
            </wp:positionH>
            <wp:positionV relativeFrom="paragraph">
              <wp:posOffset>-10795</wp:posOffset>
            </wp:positionV>
            <wp:extent cx="496570" cy="4603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30" type="#_x0000_t202" style="position:absolute;margin-left:39.4pt;margin-top:0;width:222pt;height:61.6pt;z-index:251661312;visibility:visible;mso-height-percent:200;mso-wrap-distance-top:3.6pt;mso-wrap-distance-bottom:3.6pt;mso-position-horizontal-relative:margin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" filled="f" stroked="f">
            <v:textbox style="mso-fit-shape-to-text:t">
              <w:txbxContent>
                <w:p w:rsidR="00AB17CF" w:rsidRDefault="00AB17CF" w:rsidP="009A4263">
                  <w:pPr>
                    <w:pStyle w:val="a3"/>
                    <w:rPr>
                      <w:b/>
                      <w:smallCaps/>
                      <w:color w:val="1F4E79" w:themeColor="accent1" w:themeShade="80"/>
                      <w:sz w:val="36"/>
                      <w:szCs w:val="40"/>
                      <w:lang w:val="ru-RU"/>
                    </w:rPr>
                  </w:pPr>
                  <w:r>
                    <w:rPr>
                      <w:b/>
                      <w:smallCaps/>
                      <w:color w:val="1F4E79" w:themeColor="accent1" w:themeShade="80"/>
                      <w:sz w:val="36"/>
                      <w:szCs w:val="40"/>
                      <w:lang w:val="ru-RU"/>
                    </w:rPr>
                    <w:t xml:space="preserve">Ассоциация учителей  </w:t>
                  </w:r>
                </w:p>
                <w:p w:rsidR="00AB17CF" w:rsidRPr="007A50CD" w:rsidRDefault="00AB17CF" w:rsidP="009A4263">
                  <w:pPr>
                    <w:pStyle w:val="a3"/>
                    <w:rPr>
                      <w:b/>
                      <w:smallCaps/>
                      <w:color w:val="1F4E79" w:themeColor="accent1" w:themeShade="80"/>
                      <w:sz w:val="36"/>
                      <w:szCs w:val="40"/>
                      <w:lang w:val="ru-RU"/>
                    </w:rPr>
                  </w:pPr>
                  <w:r>
                    <w:rPr>
                      <w:b/>
                      <w:smallCaps/>
                      <w:color w:val="1F4E79" w:themeColor="accent1" w:themeShade="80"/>
                      <w:sz w:val="36"/>
                      <w:szCs w:val="40"/>
                      <w:lang w:val="ru-RU"/>
                    </w:rPr>
                    <w:t>РОО «Русское общество»</w:t>
                  </w:r>
                </w:p>
                <w:p w:rsidR="00AB17CF" w:rsidRPr="00C56D39" w:rsidRDefault="00AB17CF" w:rsidP="009A4263">
                  <w:pPr>
                    <w:pStyle w:val="a3"/>
                    <w:rPr>
                      <w:color w:val="767171" w:themeColor="background2" w:themeShade="80"/>
                      <w:sz w:val="24"/>
                      <w:lang w:val="ru-RU"/>
                    </w:rPr>
                  </w:pPr>
                </w:p>
              </w:txbxContent>
            </v:textbox>
            <w10:wrap type="square" anchorx="margin"/>
          </v:shape>
        </w:pict>
      </w:r>
      <w:r w:rsidR="00770CFE" w:rsidRPr="00770CFE">
        <w:rPr>
          <w:noProof/>
          <w:lang w:eastAsia="ru-RU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8375015</wp:posOffset>
            </wp:positionV>
            <wp:extent cx="3371850" cy="17526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0CFE" w:rsidRPr="00770CFE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4177827</wp:posOffset>
            </wp:positionH>
            <wp:positionV relativeFrom="paragraph">
              <wp:posOffset>-529590</wp:posOffset>
            </wp:positionV>
            <wp:extent cx="3370580" cy="1754505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796A" w:rsidSect="00CA6ED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71E3C"/>
    <w:rsid w:val="0008326F"/>
    <w:rsid w:val="00090A75"/>
    <w:rsid w:val="00105376"/>
    <w:rsid w:val="00171E3C"/>
    <w:rsid w:val="0018283D"/>
    <w:rsid w:val="0025421A"/>
    <w:rsid w:val="00262262"/>
    <w:rsid w:val="00340B99"/>
    <w:rsid w:val="003B4148"/>
    <w:rsid w:val="003C2390"/>
    <w:rsid w:val="00415E0F"/>
    <w:rsid w:val="004F4274"/>
    <w:rsid w:val="00592971"/>
    <w:rsid w:val="005D39B6"/>
    <w:rsid w:val="00615DA2"/>
    <w:rsid w:val="00632C28"/>
    <w:rsid w:val="006369B4"/>
    <w:rsid w:val="00664F61"/>
    <w:rsid w:val="00675EF9"/>
    <w:rsid w:val="00684C51"/>
    <w:rsid w:val="0069773E"/>
    <w:rsid w:val="006C0146"/>
    <w:rsid w:val="006F10F3"/>
    <w:rsid w:val="006F443A"/>
    <w:rsid w:val="0070588F"/>
    <w:rsid w:val="0071532B"/>
    <w:rsid w:val="007202C0"/>
    <w:rsid w:val="007423E4"/>
    <w:rsid w:val="00744E28"/>
    <w:rsid w:val="00770CFE"/>
    <w:rsid w:val="007A50CD"/>
    <w:rsid w:val="007B14C2"/>
    <w:rsid w:val="008049DD"/>
    <w:rsid w:val="0082289A"/>
    <w:rsid w:val="008645D0"/>
    <w:rsid w:val="008731AA"/>
    <w:rsid w:val="008C369B"/>
    <w:rsid w:val="00914FF2"/>
    <w:rsid w:val="009342C2"/>
    <w:rsid w:val="009A4263"/>
    <w:rsid w:val="009C5C55"/>
    <w:rsid w:val="009F58A3"/>
    <w:rsid w:val="00A131A0"/>
    <w:rsid w:val="00AB0540"/>
    <w:rsid w:val="00AB17CF"/>
    <w:rsid w:val="00B404A9"/>
    <w:rsid w:val="00BF4CF8"/>
    <w:rsid w:val="00C53DB1"/>
    <w:rsid w:val="00C56D39"/>
    <w:rsid w:val="00C63750"/>
    <w:rsid w:val="00C91958"/>
    <w:rsid w:val="00CA6ED6"/>
    <w:rsid w:val="00D4796A"/>
    <w:rsid w:val="00DB3685"/>
    <w:rsid w:val="00DB7A5B"/>
    <w:rsid w:val="00E34B32"/>
    <w:rsid w:val="00E75865"/>
    <w:rsid w:val="00E92275"/>
    <w:rsid w:val="00E96A79"/>
    <w:rsid w:val="00EB6BD0"/>
    <w:rsid w:val="00F166F9"/>
    <w:rsid w:val="00F25AFE"/>
    <w:rsid w:val="00F37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263"/>
    <w:pPr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2;&#1086;&#1080;%20&#1076;&#1086;&#1082;&#1091;&#1084;&#1077;&#1085;&#1090;&#1099;\Pictures\&#1076;&#1086;&#1089;&#1090;&#1086;&#1077;&#1074;&#1086;%202018%20&#1080;%20&#1092;&#1086;&#1090;&#1086;%20&#1082;%20&#1089;&#1090;&#1072;&#1090;&#1100;&#1103;&#1084;\&#1084;&#1091;&#1079;&#1077;&#1080;,&#1074;&#1077;&#1097;&#1080;\blue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blue</Template>
  <TotalTime>157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 документы</dc:creator>
  <cp:lastModifiedBy>Мои документы</cp:lastModifiedBy>
  <cp:revision>21</cp:revision>
  <dcterms:created xsi:type="dcterms:W3CDTF">2019-11-13T11:14:00Z</dcterms:created>
  <dcterms:modified xsi:type="dcterms:W3CDTF">2020-03-01T22:29:00Z</dcterms:modified>
</cp:coreProperties>
</file>